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749" w:rsidRPr="00DD1C50" w:rsidRDefault="000A6749" w:rsidP="00510B4B">
      <w:pPr>
        <w:ind w:left="6018" w:right="-851" w:firstLine="708"/>
        <w:rPr>
          <w:i/>
          <w:iCs/>
          <w:caps/>
          <w:sz w:val="24"/>
          <w:szCs w:val="24"/>
          <w:lang w:val="ru-RU"/>
        </w:rPr>
      </w:pPr>
      <w:r w:rsidRPr="00910976">
        <w:rPr>
          <w:i/>
          <w:iCs/>
          <w:caps/>
          <w:sz w:val="24"/>
          <w:szCs w:val="24"/>
          <w:lang w:val="bg-BG"/>
        </w:rPr>
        <w:t>Образец №</w:t>
      </w:r>
      <w:r w:rsidRPr="00910976">
        <w:rPr>
          <w:i/>
          <w:iCs/>
          <w:caps/>
          <w:sz w:val="24"/>
          <w:szCs w:val="24"/>
          <w:lang w:val="ru-RU"/>
        </w:rPr>
        <w:t xml:space="preserve"> 20-</w:t>
      </w:r>
      <w:r w:rsidRPr="00DD1C50">
        <w:rPr>
          <w:i/>
          <w:iCs/>
          <w:caps/>
          <w:sz w:val="24"/>
          <w:szCs w:val="24"/>
          <w:lang w:val="ru-RU"/>
        </w:rPr>
        <w:t>10</w:t>
      </w:r>
    </w:p>
    <w:p w:rsidR="000A6749" w:rsidRPr="00910976" w:rsidRDefault="000A6749" w:rsidP="00510B4B">
      <w:pPr>
        <w:ind w:right="-851"/>
        <w:rPr>
          <w:b/>
          <w:bCs/>
          <w:sz w:val="24"/>
          <w:szCs w:val="24"/>
          <w:lang w:val="ru-RU"/>
        </w:rPr>
      </w:pPr>
      <w:r w:rsidRPr="00910976">
        <w:rPr>
          <w:b/>
          <w:bCs/>
          <w:sz w:val="24"/>
          <w:szCs w:val="24"/>
          <w:lang w:val="ru-RU"/>
        </w:rPr>
        <w:t>До</w:t>
      </w:r>
      <w:r w:rsidRPr="00910976">
        <w:rPr>
          <w:b/>
          <w:bCs/>
          <w:sz w:val="24"/>
          <w:szCs w:val="24"/>
          <w:lang w:val="ru-RU"/>
        </w:rPr>
        <w:tab/>
      </w:r>
    </w:p>
    <w:p w:rsidR="000A6749" w:rsidRPr="00910976" w:rsidRDefault="000A6749" w:rsidP="00510B4B">
      <w:pPr>
        <w:ind w:right="-851"/>
        <w:rPr>
          <w:b/>
          <w:bCs/>
          <w:sz w:val="24"/>
          <w:szCs w:val="24"/>
          <w:lang w:val="ru-RU"/>
        </w:rPr>
      </w:pPr>
      <w:r w:rsidRPr="00910976">
        <w:rPr>
          <w:b/>
          <w:bCs/>
          <w:sz w:val="24"/>
          <w:szCs w:val="24"/>
          <w:lang w:val="ru-RU"/>
        </w:rPr>
        <w:t>Община Габрово</w:t>
      </w:r>
    </w:p>
    <w:p w:rsidR="000A6749" w:rsidRDefault="000A6749" w:rsidP="00510B4B">
      <w:pPr>
        <w:ind w:right="-851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0A6749" w:rsidRDefault="000A6749" w:rsidP="00510B4B">
      <w:pPr>
        <w:ind w:right="-851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0A6749" w:rsidRDefault="000A6749" w:rsidP="00510B4B">
      <w:pPr>
        <w:ind w:right="-851"/>
        <w:rPr>
          <w:b/>
          <w:bCs/>
          <w:sz w:val="24"/>
          <w:szCs w:val="24"/>
          <w:lang w:val="bg-BG"/>
        </w:rPr>
      </w:pPr>
    </w:p>
    <w:p w:rsidR="000A6749" w:rsidRDefault="000A6749" w:rsidP="00510B4B">
      <w:pPr>
        <w:ind w:right="-851"/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0A6749" w:rsidRDefault="000A6749" w:rsidP="00510B4B">
      <w:pPr>
        <w:ind w:right="-851"/>
        <w:jc w:val="center"/>
        <w:rPr>
          <w:b/>
          <w:bCs/>
          <w:w w:val="150"/>
          <w:sz w:val="24"/>
          <w:szCs w:val="24"/>
          <w:lang w:val="bg-BG"/>
        </w:rPr>
      </w:pPr>
    </w:p>
    <w:p w:rsidR="000A6749" w:rsidRPr="00910976" w:rsidRDefault="000A6749" w:rsidP="00510B4B">
      <w:pPr>
        <w:ind w:right="-851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910976">
        <w:rPr>
          <w:b/>
          <w:bCs/>
          <w:sz w:val="24"/>
          <w:szCs w:val="24"/>
          <w:lang w:val="ru-RU"/>
        </w:rPr>
        <w:t xml:space="preserve"> с предмет:</w:t>
      </w:r>
    </w:p>
    <w:p w:rsidR="000A6749" w:rsidRPr="00910976" w:rsidRDefault="000A6749" w:rsidP="00510B4B">
      <w:pPr>
        <w:ind w:right="-851"/>
        <w:jc w:val="center"/>
        <w:rPr>
          <w:b/>
          <w:bCs/>
          <w:sz w:val="24"/>
          <w:szCs w:val="24"/>
          <w:lang w:val="ru-RU"/>
        </w:rPr>
      </w:pPr>
    </w:p>
    <w:p w:rsidR="000A6749" w:rsidRPr="00910976" w:rsidRDefault="000A6749" w:rsidP="00510B4B">
      <w:pPr>
        <w:ind w:right="-851"/>
        <w:jc w:val="center"/>
        <w:rPr>
          <w:sz w:val="24"/>
          <w:szCs w:val="24"/>
          <w:lang w:val="ru-RU"/>
        </w:rPr>
      </w:pPr>
      <w:r w:rsidRPr="002738B1">
        <w:rPr>
          <w:b/>
          <w:bCs/>
          <w:sz w:val="24"/>
          <w:szCs w:val="24"/>
          <w:lang w:val="bg-BG"/>
        </w:rPr>
        <w:t>РЕМОНТ ОБЩИНСКА ПЪТНА МРЕЖА</w:t>
      </w:r>
      <w:r w:rsidRPr="00910976">
        <w:rPr>
          <w:b/>
          <w:bCs/>
          <w:sz w:val="24"/>
          <w:szCs w:val="24"/>
          <w:lang w:val="ru-RU"/>
        </w:rPr>
        <w:t xml:space="preserve">, </w:t>
      </w:r>
      <w:r w:rsidRPr="002738B1">
        <w:rPr>
          <w:b/>
          <w:bCs/>
          <w:sz w:val="24"/>
          <w:szCs w:val="24"/>
          <w:lang w:val="bg-BG"/>
        </w:rPr>
        <w:t xml:space="preserve">ТЕКУЩ РЕМОНТ УЛИЧНА МРЕЖА, РЕМОНТ ДВОР </w:t>
      </w:r>
      <w:r w:rsidRPr="002738B1">
        <w:rPr>
          <w:b/>
          <w:bCs/>
          <w:sz w:val="24"/>
          <w:szCs w:val="24"/>
        </w:rPr>
        <w:t>II</w:t>
      </w:r>
      <w:r w:rsidRPr="002738B1">
        <w:rPr>
          <w:b/>
          <w:bCs/>
          <w:sz w:val="24"/>
          <w:szCs w:val="24"/>
          <w:lang w:val="bg-BG"/>
        </w:rPr>
        <w:t>-ро ОУ „Н.</w:t>
      </w:r>
      <w:r>
        <w:rPr>
          <w:b/>
          <w:bCs/>
          <w:sz w:val="24"/>
          <w:szCs w:val="24"/>
          <w:lang w:val="bg-BG"/>
        </w:rPr>
        <w:t xml:space="preserve"> </w:t>
      </w:r>
      <w:r w:rsidRPr="002738B1">
        <w:rPr>
          <w:b/>
          <w:bCs/>
          <w:sz w:val="24"/>
          <w:szCs w:val="24"/>
          <w:lang w:val="bg-BG"/>
        </w:rPr>
        <w:t>РИЛСКИ”  ПРЕЗ 201</w:t>
      </w:r>
      <w:r w:rsidRPr="00910976">
        <w:rPr>
          <w:b/>
          <w:bCs/>
          <w:sz w:val="24"/>
          <w:szCs w:val="24"/>
          <w:lang w:val="ru-RU"/>
        </w:rPr>
        <w:t>3</w:t>
      </w:r>
      <w:r w:rsidRPr="002738B1">
        <w:rPr>
          <w:b/>
          <w:bCs/>
          <w:sz w:val="24"/>
          <w:szCs w:val="24"/>
          <w:lang w:val="bg-BG"/>
        </w:rPr>
        <w:t>г.</w:t>
      </w:r>
    </w:p>
    <w:p w:rsidR="000A6749" w:rsidRPr="00910976" w:rsidRDefault="000A6749" w:rsidP="00510B4B">
      <w:pPr>
        <w:spacing w:after="200" w:line="276" w:lineRule="auto"/>
        <w:ind w:left="851" w:right="-851"/>
        <w:jc w:val="both"/>
        <w:rPr>
          <w:b/>
          <w:bCs/>
          <w:sz w:val="24"/>
          <w:szCs w:val="24"/>
          <w:lang w:val="ru-RU"/>
        </w:rPr>
      </w:pPr>
    </w:p>
    <w:p w:rsidR="000A6749" w:rsidRPr="00910976" w:rsidRDefault="000A6749" w:rsidP="00510B4B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910976">
        <w:rPr>
          <w:b/>
          <w:bCs/>
          <w:i/>
          <w:iCs/>
          <w:sz w:val="24"/>
          <w:szCs w:val="24"/>
          <w:u w:val="single"/>
          <w:lang w:val="ru-RU"/>
        </w:rPr>
        <w:t>10:</w:t>
      </w:r>
    </w:p>
    <w:p w:rsidR="000A6749" w:rsidRPr="00910976" w:rsidRDefault="000A6749" w:rsidP="00DB4A7E">
      <w:pPr>
        <w:ind w:left="4676" w:right="-851" w:hanging="2552"/>
        <w:rPr>
          <w:b/>
          <w:bCs/>
          <w:sz w:val="24"/>
          <w:szCs w:val="24"/>
          <w:lang w:val="ru-RU"/>
        </w:rPr>
      </w:pPr>
      <w:r w:rsidRPr="00910976">
        <w:rPr>
          <w:b/>
          <w:bCs/>
          <w:i/>
          <w:iCs/>
          <w:sz w:val="24"/>
          <w:szCs w:val="24"/>
          <w:lang w:val="ru-RU"/>
        </w:rPr>
        <w:t xml:space="preserve">10.1 </w:t>
      </w:r>
      <w:r w:rsidRPr="0061262D">
        <w:rPr>
          <w:b/>
          <w:bCs/>
          <w:sz w:val="24"/>
          <w:szCs w:val="24"/>
        </w:rPr>
        <w:t>GAB</w:t>
      </w:r>
      <w:r w:rsidRPr="0061262D">
        <w:rPr>
          <w:b/>
          <w:bCs/>
          <w:sz w:val="24"/>
          <w:szCs w:val="24"/>
          <w:lang w:val="bg-BG"/>
        </w:rPr>
        <w:t xml:space="preserve">3062 </w:t>
      </w:r>
      <w:r w:rsidRPr="00910976">
        <w:rPr>
          <w:b/>
          <w:bCs/>
          <w:sz w:val="24"/>
          <w:szCs w:val="24"/>
          <w:lang w:val="ru-RU"/>
        </w:rPr>
        <w:t xml:space="preserve">- </w:t>
      </w:r>
      <w:r w:rsidRPr="0061262D">
        <w:rPr>
          <w:b/>
          <w:bCs/>
          <w:sz w:val="24"/>
          <w:szCs w:val="24"/>
          <w:lang w:val="bg-BG"/>
        </w:rPr>
        <w:t>/ Габрово – Мичковци / - Джумриите</w:t>
      </w:r>
    </w:p>
    <w:p w:rsidR="000A6749" w:rsidRPr="00910976" w:rsidRDefault="000A6749" w:rsidP="00DB4A7E">
      <w:pPr>
        <w:ind w:left="2124" w:right="-851"/>
        <w:rPr>
          <w:sz w:val="24"/>
          <w:szCs w:val="24"/>
          <w:lang w:val="ru-RU"/>
        </w:rPr>
      </w:pPr>
      <w:r w:rsidRPr="00910976">
        <w:rPr>
          <w:b/>
          <w:bCs/>
          <w:i/>
          <w:iCs/>
          <w:sz w:val="24"/>
          <w:szCs w:val="24"/>
          <w:lang w:val="ru-RU"/>
        </w:rPr>
        <w:t>10.2</w:t>
      </w:r>
      <w:r w:rsidRPr="00910976">
        <w:rPr>
          <w:b/>
          <w:bCs/>
          <w:sz w:val="24"/>
          <w:szCs w:val="24"/>
          <w:lang w:val="ru-RU"/>
        </w:rPr>
        <w:t xml:space="preserve"> </w:t>
      </w:r>
      <w:r w:rsidRPr="0061262D">
        <w:rPr>
          <w:b/>
          <w:bCs/>
          <w:sz w:val="24"/>
          <w:szCs w:val="24"/>
        </w:rPr>
        <w:t>GAB</w:t>
      </w:r>
      <w:r w:rsidRPr="0061262D">
        <w:rPr>
          <w:b/>
          <w:bCs/>
          <w:sz w:val="24"/>
          <w:szCs w:val="24"/>
          <w:lang w:val="bg-BG"/>
        </w:rPr>
        <w:t xml:space="preserve">3061 </w:t>
      </w:r>
      <w:r w:rsidRPr="00910976">
        <w:rPr>
          <w:b/>
          <w:bCs/>
          <w:sz w:val="24"/>
          <w:szCs w:val="24"/>
          <w:lang w:val="ru-RU"/>
        </w:rPr>
        <w:t xml:space="preserve">- </w:t>
      </w:r>
      <w:r w:rsidRPr="0061262D">
        <w:rPr>
          <w:b/>
          <w:bCs/>
          <w:sz w:val="24"/>
          <w:szCs w:val="24"/>
          <w:lang w:val="bg-BG"/>
        </w:rPr>
        <w:t>Мичковци – Старилковци – Узуните</w:t>
      </w:r>
    </w:p>
    <w:p w:rsidR="000A6749" w:rsidRPr="001C4A45" w:rsidRDefault="000A6749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0A6749" w:rsidRPr="001C4A45" w:rsidRDefault="000A6749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0A6749" w:rsidRPr="001C4A45" w:rsidRDefault="000A6749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0A6749" w:rsidRPr="001C4A45" w:rsidRDefault="000A6749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0A6749" w:rsidRPr="006C4620" w:rsidRDefault="000A6749" w:rsidP="00510B4B">
      <w:pPr>
        <w:ind w:right="-851"/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0A6749" w:rsidRPr="00910976" w:rsidRDefault="000A6749" w:rsidP="00510B4B">
      <w:pPr>
        <w:ind w:right="-851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910976">
        <w:rPr>
          <w:b/>
          <w:bCs/>
          <w:sz w:val="22"/>
          <w:szCs w:val="22"/>
          <w:lang w:val="ru-RU"/>
        </w:rPr>
        <w:t>УВАЖАЕМИ ДАМИ И ГОСПОДА,</w:t>
      </w:r>
    </w:p>
    <w:p w:rsidR="000A6749" w:rsidRPr="00910976" w:rsidRDefault="000A6749" w:rsidP="00510B4B">
      <w:pPr>
        <w:ind w:right="-851"/>
        <w:rPr>
          <w:b/>
          <w:bCs/>
          <w:sz w:val="22"/>
          <w:szCs w:val="22"/>
          <w:lang w:val="ru-RU"/>
        </w:rPr>
      </w:pPr>
    </w:p>
    <w:p w:rsidR="000A6749" w:rsidRPr="00910976" w:rsidRDefault="000A6749" w:rsidP="00510B4B">
      <w:pPr>
        <w:ind w:right="-851"/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910976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910976">
        <w:rPr>
          <w:b/>
          <w:bCs/>
          <w:sz w:val="22"/>
          <w:szCs w:val="22"/>
          <w:lang w:val="ru-RU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РЕМОНТ ДВОР II-ро ОУ „Н.</w:t>
      </w:r>
      <w:r>
        <w:rPr>
          <w:b/>
          <w:bCs/>
          <w:sz w:val="22"/>
          <w:szCs w:val="22"/>
          <w:lang w:val="bg-BG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РИЛСКИ”  ПРЕЗ 2013г.</w:t>
      </w:r>
      <w:r w:rsidRPr="00910976">
        <w:rPr>
          <w:b/>
          <w:bCs/>
          <w:sz w:val="22"/>
          <w:szCs w:val="22"/>
          <w:lang w:val="ru-RU"/>
        </w:rPr>
        <w:t xml:space="preserve">по </w:t>
      </w:r>
    </w:p>
    <w:p w:rsidR="000A6749" w:rsidRPr="00910976" w:rsidRDefault="000A6749" w:rsidP="00DB4A7E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</w:p>
    <w:p w:rsidR="000A6749" w:rsidRPr="00910976" w:rsidRDefault="000A6749" w:rsidP="0061262D">
      <w:pPr>
        <w:ind w:left="2552" w:right="-851" w:hanging="2552"/>
        <w:rPr>
          <w:b/>
          <w:bCs/>
          <w:i/>
          <w:iCs/>
          <w:sz w:val="24"/>
          <w:szCs w:val="24"/>
          <w:u w:val="single"/>
          <w:lang w:val="ru-RU"/>
        </w:rPr>
      </w:pPr>
      <w:bookmarkStart w:id="0" w:name="_GoBack"/>
      <w:r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Pr="00910976">
        <w:rPr>
          <w:b/>
          <w:bCs/>
          <w:i/>
          <w:iCs/>
          <w:sz w:val="24"/>
          <w:szCs w:val="24"/>
          <w:u w:val="single"/>
          <w:lang w:val="ru-RU"/>
        </w:rPr>
        <w:t>10:</w:t>
      </w:r>
    </w:p>
    <w:p w:rsidR="000A6749" w:rsidRPr="00910976" w:rsidRDefault="000A6749" w:rsidP="0061262D">
      <w:pPr>
        <w:ind w:left="4676" w:right="-851" w:hanging="2552"/>
        <w:rPr>
          <w:b/>
          <w:bCs/>
          <w:sz w:val="24"/>
          <w:szCs w:val="24"/>
          <w:lang w:val="ru-RU"/>
        </w:rPr>
      </w:pPr>
      <w:r w:rsidRPr="00910976">
        <w:rPr>
          <w:b/>
          <w:bCs/>
          <w:i/>
          <w:iCs/>
          <w:sz w:val="24"/>
          <w:szCs w:val="24"/>
          <w:lang w:val="ru-RU"/>
        </w:rPr>
        <w:t xml:space="preserve">10.1 </w:t>
      </w:r>
      <w:r w:rsidRPr="0061262D">
        <w:rPr>
          <w:b/>
          <w:bCs/>
          <w:sz w:val="24"/>
          <w:szCs w:val="24"/>
        </w:rPr>
        <w:t>GAB</w:t>
      </w:r>
      <w:r w:rsidRPr="0061262D">
        <w:rPr>
          <w:b/>
          <w:bCs/>
          <w:sz w:val="24"/>
          <w:szCs w:val="24"/>
          <w:lang w:val="bg-BG"/>
        </w:rPr>
        <w:t xml:space="preserve">3062 </w:t>
      </w:r>
      <w:r w:rsidRPr="00910976">
        <w:rPr>
          <w:b/>
          <w:bCs/>
          <w:sz w:val="24"/>
          <w:szCs w:val="24"/>
          <w:lang w:val="ru-RU"/>
        </w:rPr>
        <w:t xml:space="preserve">- </w:t>
      </w:r>
      <w:r w:rsidRPr="0061262D">
        <w:rPr>
          <w:b/>
          <w:bCs/>
          <w:sz w:val="24"/>
          <w:szCs w:val="24"/>
          <w:lang w:val="bg-BG"/>
        </w:rPr>
        <w:t>/ Габрово – Мичковци / - Джумриите</w:t>
      </w:r>
    </w:p>
    <w:p w:rsidR="000A6749" w:rsidRPr="00910976" w:rsidRDefault="000A6749" w:rsidP="0061262D">
      <w:pPr>
        <w:ind w:left="2124" w:right="-851"/>
        <w:rPr>
          <w:sz w:val="24"/>
          <w:szCs w:val="24"/>
          <w:lang w:val="ru-RU"/>
        </w:rPr>
      </w:pPr>
      <w:r w:rsidRPr="00910976">
        <w:rPr>
          <w:b/>
          <w:bCs/>
          <w:i/>
          <w:iCs/>
          <w:sz w:val="24"/>
          <w:szCs w:val="24"/>
          <w:lang w:val="ru-RU"/>
        </w:rPr>
        <w:t>10.2</w:t>
      </w:r>
      <w:r w:rsidRPr="00910976">
        <w:rPr>
          <w:b/>
          <w:bCs/>
          <w:sz w:val="24"/>
          <w:szCs w:val="24"/>
          <w:lang w:val="ru-RU"/>
        </w:rPr>
        <w:t xml:space="preserve"> </w:t>
      </w:r>
      <w:r w:rsidRPr="0061262D">
        <w:rPr>
          <w:b/>
          <w:bCs/>
          <w:sz w:val="24"/>
          <w:szCs w:val="24"/>
        </w:rPr>
        <w:t>GAB</w:t>
      </w:r>
      <w:r w:rsidRPr="0061262D">
        <w:rPr>
          <w:b/>
          <w:bCs/>
          <w:sz w:val="24"/>
          <w:szCs w:val="24"/>
          <w:lang w:val="bg-BG"/>
        </w:rPr>
        <w:t xml:space="preserve">3061 </w:t>
      </w:r>
      <w:r w:rsidRPr="00910976">
        <w:rPr>
          <w:b/>
          <w:bCs/>
          <w:sz w:val="24"/>
          <w:szCs w:val="24"/>
          <w:lang w:val="ru-RU"/>
        </w:rPr>
        <w:t xml:space="preserve">- </w:t>
      </w:r>
      <w:r w:rsidRPr="0061262D">
        <w:rPr>
          <w:b/>
          <w:bCs/>
          <w:sz w:val="24"/>
          <w:szCs w:val="24"/>
          <w:lang w:val="bg-BG"/>
        </w:rPr>
        <w:t>Мичковци – Старилковци – Узуните</w:t>
      </w:r>
      <w:r w:rsidRPr="00910976">
        <w:rPr>
          <w:sz w:val="24"/>
          <w:szCs w:val="24"/>
          <w:lang w:val="ru-RU"/>
        </w:rPr>
        <w:t>,</w:t>
      </w:r>
    </w:p>
    <w:bookmarkEnd w:id="0"/>
    <w:p w:rsidR="000A6749" w:rsidRPr="00F96092" w:rsidRDefault="000A6749" w:rsidP="00510B4B">
      <w:pPr>
        <w:spacing w:after="200" w:line="276" w:lineRule="auto"/>
        <w:ind w:right="-851"/>
        <w:jc w:val="both"/>
        <w:rPr>
          <w:color w:val="000000"/>
          <w:sz w:val="24"/>
          <w:szCs w:val="24"/>
          <w:lang w:val="bg-BG"/>
        </w:rPr>
      </w:pPr>
      <w:r w:rsidRPr="00910976">
        <w:rPr>
          <w:sz w:val="22"/>
          <w:szCs w:val="22"/>
          <w:lang w:val="ru-RU"/>
        </w:rPr>
        <w:t>чрез открит</w:t>
      </w:r>
      <w:r w:rsidRPr="00690C93">
        <w:rPr>
          <w:sz w:val="22"/>
          <w:szCs w:val="22"/>
          <w:lang w:val="bg-BG"/>
        </w:rPr>
        <w:t>а</w:t>
      </w:r>
      <w:r w:rsidRPr="00910976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910976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0A6749" w:rsidRPr="00910976" w:rsidRDefault="000A6749" w:rsidP="00510B4B">
      <w:pPr>
        <w:ind w:right="-851"/>
        <w:jc w:val="center"/>
        <w:rPr>
          <w:b/>
          <w:bCs/>
          <w:sz w:val="22"/>
          <w:szCs w:val="22"/>
          <w:lang w:val="ru-RU"/>
        </w:rPr>
      </w:pPr>
      <w:r w:rsidRPr="00910976">
        <w:rPr>
          <w:b/>
          <w:bCs/>
          <w:sz w:val="22"/>
          <w:szCs w:val="22"/>
          <w:lang w:val="ru-RU"/>
        </w:rPr>
        <w:t>ПРЕДЛАГАМЕ :</w:t>
      </w:r>
    </w:p>
    <w:p w:rsidR="000A6749" w:rsidRPr="00910976" w:rsidRDefault="000A6749" w:rsidP="00510B4B">
      <w:pPr>
        <w:ind w:right="-851"/>
        <w:rPr>
          <w:sz w:val="22"/>
          <w:szCs w:val="22"/>
          <w:lang w:val="ru-RU"/>
        </w:rPr>
      </w:pPr>
    </w:p>
    <w:p w:rsidR="000A6749" w:rsidRPr="004075B0" w:rsidRDefault="000A6749" w:rsidP="00510B4B">
      <w:pPr>
        <w:ind w:right="-851" w:firstLine="708"/>
        <w:rPr>
          <w:sz w:val="22"/>
          <w:szCs w:val="22"/>
          <w:lang w:val="bg-BG"/>
        </w:rPr>
      </w:pPr>
      <w:r w:rsidRPr="00910976">
        <w:rPr>
          <w:sz w:val="22"/>
          <w:szCs w:val="22"/>
          <w:lang w:val="ru-RU"/>
        </w:rPr>
        <w:t>Да изпълним ОП при следните условия:</w:t>
      </w:r>
    </w:p>
    <w:p w:rsidR="000A6749" w:rsidRPr="004075B0" w:rsidRDefault="000A6749" w:rsidP="00510B4B">
      <w:pPr>
        <w:ind w:right="-851"/>
        <w:rPr>
          <w:sz w:val="22"/>
          <w:szCs w:val="22"/>
          <w:lang w:val="bg-BG"/>
        </w:rPr>
      </w:pPr>
    </w:p>
    <w:p w:rsidR="000A6749" w:rsidRPr="00910976" w:rsidRDefault="000A6749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910976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1.1.</w:t>
      </w: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1.2.</w:t>
      </w: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0A6749" w:rsidRPr="004075B0" w:rsidRDefault="000A6749" w:rsidP="00510B4B">
      <w:pPr>
        <w:ind w:right="-851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1.3.</w:t>
      </w: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1.4.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1.5. </w:t>
      </w: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1.6. </w:t>
      </w: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1.7. 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910976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910976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0A6749" w:rsidRPr="00910976" w:rsidRDefault="000A6749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910976">
        <w:rPr>
          <w:sz w:val="22"/>
          <w:szCs w:val="22"/>
          <w:lang w:val="ru-RU"/>
        </w:rPr>
        <w:t>1.</w:t>
      </w:r>
      <w:r w:rsidRPr="004075B0">
        <w:rPr>
          <w:sz w:val="22"/>
          <w:szCs w:val="22"/>
          <w:lang w:val="bg-BG"/>
        </w:rPr>
        <w:t>8</w:t>
      </w:r>
      <w:r w:rsidRPr="00910976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1.9. Изкърпване асфалтова настилка по технологията „Печматик”, включваща студено изкърпване на дупки в асфалтова настилка с машина „Турбо” и валиране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  <w:t>лв/м2</w:t>
      </w:r>
    </w:p>
    <w:p w:rsidR="000A6749" w:rsidRPr="004075B0" w:rsidRDefault="000A6749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1.10. </w:t>
      </w: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0A6749" w:rsidRPr="004075B0" w:rsidRDefault="000A6749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1.11. </w:t>
      </w: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лв/м1</w:t>
      </w:r>
    </w:p>
    <w:p w:rsidR="000A6749" w:rsidRPr="004075B0" w:rsidRDefault="000A6749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1.12. </w:t>
      </w:r>
      <w:r w:rsidRPr="004075B0">
        <w:rPr>
          <w:b/>
          <w:bCs/>
          <w:sz w:val="22"/>
          <w:szCs w:val="22"/>
          <w:lang w:val="bg-BG"/>
        </w:rPr>
        <w:t>Изсичане</w:t>
      </w:r>
      <w:r w:rsidRPr="004075B0">
        <w:rPr>
          <w:sz w:val="22"/>
          <w:szCs w:val="22"/>
          <w:lang w:val="bg-BG"/>
        </w:rPr>
        <w:t xml:space="preserve"> храсти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910976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1.13. 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0A6749" w:rsidRPr="00910976" w:rsidRDefault="000A6749" w:rsidP="00510B4B">
      <w:pPr>
        <w:ind w:right="-851" w:firstLine="708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1.14. 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лв/м2</w:t>
      </w:r>
    </w:p>
    <w:p w:rsidR="000A6749" w:rsidRPr="004075B0" w:rsidRDefault="000A6749" w:rsidP="00510B4B">
      <w:pPr>
        <w:ind w:right="-851" w:firstLine="708"/>
        <w:jc w:val="both"/>
        <w:rPr>
          <w:color w:val="FF0000"/>
          <w:sz w:val="22"/>
          <w:szCs w:val="22"/>
          <w:lang w:val="bg-BG"/>
        </w:rPr>
      </w:pPr>
      <w:r w:rsidRPr="00910976">
        <w:rPr>
          <w:sz w:val="22"/>
          <w:szCs w:val="22"/>
          <w:lang w:val="ru-RU"/>
        </w:rPr>
        <w:t>1.1</w:t>
      </w:r>
      <w:r w:rsidRPr="004075B0">
        <w:rPr>
          <w:sz w:val="22"/>
          <w:szCs w:val="22"/>
          <w:lang w:val="bg-BG"/>
        </w:rPr>
        <w:t>5</w:t>
      </w:r>
      <w:r w:rsidRPr="00910976">
        <w:rPr>
          <w:sz w:val="22"/>
          <w:szCs w:val="22"/>
          <w:lang w:val="ru-RU"/>
        </w:rPr>
        <w:t xml:space="preserve">. </w:t>
      </w: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лв/кг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1.16. </w:t>
      </w:r>
      <w:r w:rsidRPr="00910976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1.17. 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1.18.</w:t>
      </w:r>
      <w:r w:rsidRPr="00910976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лв/ткм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1.19. Машинен изкоп на транспорт</w:t>
      </w:r>
      <w:r w:rsidRPr="004075B0">
        <w:rPr>
          <w:sz w:val="22"/>
          <w:szCs w:val="22"/>
          <w:lang w:val="bg-BG"/>
        </w:rPr>
        <w:tab/>
        <w:t xml:space="preserve">                                      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1.20. 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0A6749" w:rsidRPr="004075B0" w:rsidRDefault="000A6749" w:rsidP="00510B4B">
      <w:pPr>
        <w:ind w:right="-851"/>
        <w:jc w:val="both"/>
        <w:rPr>
          <w:sz w:val="22"/>
          <w:szCs w:val="22"/>
          <w:lang w:val="bg-BG"/>
        </w:rPr>
      </w:pPr>
    </w:p>
    <w:p w:rsidR="000A6749" w:rsidRPr="00910976" w:rsidRDefault="000A6749" w:rsidP="00510B4B">
      <w:pPr>
        <w:ind w:right="-851" w:firstLine="708"/>
        <w:rPr>
          <w:b/>
          <w:bCs/>
          <w:sz w:val="22"/>
          <w:szCs w:val="22"/>
          <w:lang w:val="ru-RU"/>
        </w:rPr>
      </w:pPr>
      <w:r w:rsidRPr="00910976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910976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910976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910976">
        <w:rPr>
          <w:b/>
          <w:bCs/>
          <w:sz w:val="22"/>
          <w:szCs w:val="22"/>
          <w:lang w:val="ru-RU"/>
        </w:rPr>
        <w:t>:</w:t>
      </w:r>
    </w:p>
    <w:p w:rsidR="000A6749" w:rsidRPr="00910976" w:rsidRDefault="000A6749" w:rsidP="00510B4B">
      <w:pPr>
        <w:ind w:right="-851" w:firstLine="708"/>
        <w:rPr>
          <w:sz w:val="22"/>
          <w:szCs w:val="22"/>
          <w:lang w:val="ru-RU"/>
        </w:rPr>
      </w:pPr>
      <w:r w:rsidRPr="00910976">
        <w:rPr>
          <w:sz w:val="22"/>
          <w:szCs w:val="22"/>
          <w:lang w:val="ru-RU"/>
        </w:rPr>
        <w:t>2.1. 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3.50лв/час/</w:t>
      </w:r>
      <w:r w:rsidRPr="00910976">
        <w:rPr>
          <w:sz w:val="22"/>
          <w:szCs w:val="22"/>
          <w:lang w:val="ru-RU"/>
        </w:rPr>
        <w:tab/>
      </w:r>
      <w:r w:rsidRPr="00910976">
        <w:rPr>
          <w:sz w:val="22"/>
          <w:szCs w:val="22"/>
          <w:lang w:val="ru-RU"/>
        </w:rPr>
        <w:tab/>
      </w:r>
      <w:r w:rsidRPr="00910976">
        <w:rPr>
          <w:sz w:val="22"/>
          <w:szCs w:val="22"/>
          <w:lang w:val="ru-RU"/>
        </w:rPr>
        <w:tab/>
        <w:t>-</w:t>
      </w:r>
      <w:r w:rsidRPr="00910976">
        <w:rPr>
          <w:sz w:val="22"/>
          <w:szCs w:val="22"/>
          <w:lang w:val="ru-RU"/>
        </w:rPr>
        <w:tab/>
      </w:r>
      <w:r w:rsidRPr="00910976">
        <w:rPr>
          <w:sz w:val="22"/>
          <w:szCs w:val="22"/>
          <w:lang w:val="ru-RU"/>
        </w:rPr>
        <w:tab/>
        <w:t xml:space="preserve">лв/чч                 </w:t>
      </w:r>
    </w:p>
    <w:p w:rsidR="000A6749" w:rsidRPr="00910976" w:rsidRDefault="000A6749" w:rsidP="00510B4B">
      <w:pPr>
        <w:ind w:right="-851" w:firstLine="708"/>
        <w:rPr>
          <w:sz w:val="22"/>
          <w:szCs w:val="22"/>
          <w:lang w:val="ru-RU"/>
        </w:rPr>
      </w:pPr>
      <w:r w:rsidRPr="00910976">
        <w:rPr>
          <w:sz w:val="22"/>
          <w:szCs w:val="22"/>
          <w:lang w:val="ru-RU"/>
        </w:rPr>
        <w:t xml:space="preserve">2.2. 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910976">
        <w:rPr>
          <w:sz w:val="22"/>
          <w:szCs w:val="22"/>
          <w:lang w:val="ru-RU"/>
        </w:rPr>
        <w:tab/>
        <w:t>-</w:t>
      </w:r>
      <w:r w:rsidRPr="00910976">
        <w:rPr>
          <w:sz w:val="22"/>
          <w:szCs w:val="22"/>
          <w:lang w:val="ru-RU"/>
        </w:rPr>
        <w:tab/>
      </w:r>
      <w:r w:rsidRPr="00910976">
        <w:rPr>
          <w:sz w:val="22"/>
          <w:szCs w:val="22"/>
          <w:lang w:val="ru-RU"/>
        </w:rPr>
        <w:tab/>
        <w:t xml:space="preserve">%      </w:t>
      </w:r>
    </w:p>
    <w:p w:rsidR="000A6749" w:rsidRPr="00910976" w:rsidRDefault="000A6749" w:rsidP="00510B4B">
      <w:pPr>
        <w:ind w:right="-851" w:firstLine="708"/>
        <w:rPr>
          <w:sz w:val="22"/>
          <w:szCs w:val="22"/>
          <w:lang w:val="ru-RU"/>
        </w:rPr>
      </w:pPr>
      <w:r w:rsidRPr="00910976">
        <w:rPr>
          <w:sz w:val="22"/>
          <w:szCs w:val="22"/>
          <w:lang w:val="ru-RU"/>
        </w:rPr>
        <w:t xml:space="preserve">2.3. 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910976">
        <w:rPr>
          <w:sz w:val="22"/>
          <w:szCs w:val="22"/>
          <w:lang w:val="ru-RU"/>
        </w:rPr>
        <w:tab/>
        <w:t>-</w:t>
      </w:r>
      <w:r w:rsidRPr="00910976">
        <w:rPr>
          <w:sz w:val="22"/>
          <w:szCs w:val="22"/>
          <w:lang w:val="ru-RU"/>
        </w:rPr>
        <w:tab/>
      </w:r>
      <w:r w:rsidRPr="00910976">
        <w:rPr>
          <w:sz w:val="22"/>
          <w:szCs w:val="22"/>
          <w:lang w:val="ru-RU"/>
        </w:rPr>
        <w:tab/>
        <w:t>%</w:t>
      </w:r>
    </w:p>
    <w:p w:rsidR="000A6749" w:rsidRPr="00910976" w:rsidRDefault="000A6749" w:rsidP="00510B4B">
      <w:pPr>
        <w:ind w:right="-851" w:firstLine="708"/>
        <w:rPr>
          <w:sz w:val="22"/>
          <w:szCs w:val="22"/>
          <w:lang w:val="ru-RU"/>
        </w:rPr>
      </w:pPr>
      <w:r w:rsidRPr="00910976">
        <w:rPr>
          <w:sz w:val="22"/>
          <w:szCs w:val="22"/>
          <w:lang w:val="ru-RU"/>
        </w:rPr>
        <w:t xml:space="preserve">2.4. 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910976">
        <w:rPr>
          <w:sz w:val="22"/>
          <w:szCs w:val="22"/>
          <w:lang w:val="ru-RU"/>
        </w:rPr>
        <w:tab/>
      </w:r>
      <w:r w:rsidRPr="00910976">
        <w:rPr>
          <w:sz w:val="22"/>
          <w:szCs w:val="22"/>
          <w:lang w:val="ru-RU"/>
        </w:rPr>
        <w:tab/>
        <w:t>-</w:t>
      </w:r>
      <w:r w:rsidRPr="00910976">
        <w:rPr>
          <w:sz w:val="22"/>
          <w:szCs w:val="22"/>
          <w:lang w:val="ru-RU"/>
        </w:rPr>
        <w:tab/>
      </w:r>
      <w:r w:rsidRPr="00910976">
        <w:rPr>
          <w:sz w:val="22"/>
          <w:szCs w:val="22"/>
          <w:lang w:val="ru-RU"/>
        </w:rPr>
        <w:tab/>
        <w:t xml:space="preserve">%         </w:t>
      </w:r>
    </w:p>
    <w:p w:rsidR="000A6749" w:rsidRPr="00910976" w:rsidRDefault="000A6749" w:rsidP="00510B4B">
      <w:pPr>
        <w:ind w:right="-851" w:firstLine="708"/>
        <w:rPr>
          <w:sz w:val="22"/>
          <w:szCs w:val="22"/>
          <w:lang w:val="ru-RU"/>
        </w:rPr>
      </w:pPr>
      <w:r w:rsidRPr="00910976">
        <w:rPr>
          <w:sz w:val="22"/>
          <w:szCs w:val="22"/>
          <w:lang w:val="ru-RU"/>
        </w:rPr>
        <w:t xml:space="preserve">2.5. Печалба </w:t>
      </w:r>
      <w:r w:rsidRPr="00910976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910976">
        <w:rPr>
          <w:sz w:val="22"/>
          <w:szCs w:val="22"/>
          <w:lang w:val="ru-RU"/>
        </w:rPr>
        <w:tab/>
      </w:r>
      <w:r w:rsidRPr="00910976">
        <w:rPr>
          <w:sz w:val="22"/>
          <w:szCs w:val="22"/>
          <w:lang w:val="ru-RU"/>
        </w:rPr>
        <w:tab/>
      </w:r>
      <w:r w:rsidRPr="00910976">
        <w:rPr>
          <w:sz w:val="22"/>
          <w:szCs w:val="22"/>
          <w:lang w:val="ru-RU"/>
        </w:rPr>
        <w:tab/>
      </w:r>
      <w:r w:rsidRPr="00910976">
        <w:rPr>
          <w:sz w:val="22"/>
          <w:szCs w:val="22"/>
          <w:lang w:val="ru-RU"/>
        </w:rPr>
        <w:tab/>
        <w:t>-</w:t>
      </w:r>
      <w:r w:rsidRPr="00910976">
        <w:rPr>
          <w:sz w:val="22"/>
          <w:szCs w:val="22"/>
          <w:lang w:val="ru-RU"/>
        </w:rPr>
        <w:tab/>
      </w:r>
      <w:r w:rsidRPr="00910976">
        <w:rPr>
          <w:sz w:val="22"/>
          <w:szCs w:val="22"/>
          <w:lang w:val="ru-RU"/>
        </w:rPr>
        <w:tab/>
        <w:t xml:space="preserve">%         </w:t>
      </w:r>
    </w:p>
    <w:p w:rsidR="000A6749" w:rsidRPr="00910976" w:rsidRDefault="000A6749" w:rsidP="00510B4B">
      <w:pPr>
        <w:ind w:right="-851"/>
        <w:rPr>
          <w:sz w:val="22"/>
          <w:szCs w:val="22"/>
          <w:lang w:val="ru-RU"/>
        </w:rPr>
      </w:pP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 w:rsidRPr="00910976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0A6749" w:rsidRPr="004075B0" w:rsidRDefault="000A6749" w:rsidP="00510B4B">
      <w:pPr>
        <w:ind w:right="-851"/>
        <w:jc w:val="both"/>
        <w:rPr>
          <w:sz w:val="22"/>
          <w:szCs w:val="22"/>
          <w:lang w:val="bg-BG"/>
        </w:rPr>
      </w:pPr>
    </w:p>
    <w:p w:rsidR="000A6749" w:rsidRPr="004075B0" w:rsidRDefault="000A6749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0A6749" w:rsidRPr="004075B0" w:rsidRDefault="000A6749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4.1. 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0A6749" w:rsidRPr="004075B0" w:rsidRDefault="000A6749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4.2. 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0A6749" w:rsidRPr="004075B0" w:rsidRDefault="000A6749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4.3. 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0A6749" w:rsidRPr="004075B0" w:rsidRDefault="000A6749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4.4. 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0A6749" w:rsidRPr="004075B0" w:rsidRDefault="000A6749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4.5. 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лв/т</w:t>
      </w:r>
    </w:p>
    <w:p w:rsidR="000A6749" w:rsidRDefault="000A6749" w:rsidP="00510B4B">
      <w:pPr>
        <w:ind w:left="708" w:right="-851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4.6 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лв/м3</w:t>
      </w:r>
    </w:p>
    <w:p w:rsidR="000A6749" w:rsidRPr="00E16B81" w:rsidRDefault="000A6749" w:rsidP="00510B4B">
      <w:pPr>
        <w:ind w:right="-851"/>
        <w:rPr>
          <w:sz w:val="22"/>
          <w:szCs w:val="22"/>
          <w:lang w:val="bg-BG"/>
        </w:rPr>
      </w:pPr>
    </w:p>
    <w:p w:rsidR="000A6749" w:rsidRPr="004075B0" w:rsidRDefault="000A6749" w:rsidP="00510B4B">
      <w:pPr>
        <w:ind w:right="-851"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910976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910976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910976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910976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910976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0A6749" w:rsidRPr="004075B0" w:rsidRDefault="000A6749" w:rsidP="00510B4B">
      <w:pPr>
        <w:ind w:right="-851"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0A6749" w:rsidRPr="004075B0" w:rsidRDefault="000A6749" w:rsidP="00510B4B">
      <w:pPr>
        <w:ind w:right="-851" w:firstLine="708"/>
        <w:rPr>
          <w:sz w:val="22"/>
          <w:szCs w:val="22"/>
          <w:lang w:val="bg-BG"/>
        </w:rPr>
      </w:pPr>
    </w:p>
    <w:p w:rsidR="000A6749" w:rsidRPr="004075B0" w:rsidRDefault="000A6749" w:rsidP="00DB4A7E">
      <w:pPr>
        <w:ind w:right="-851"/>
        <w:jc w:val="both"/>
        <w:rPr>
          <w:sz w:val="22"/>
          <w:szCs w:val="22"/>
          <w:lang w:val="bg-BG"/>
        </w:rPr>
      </w:pPr>
      <w:r w:rsidRPr="00910976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Pr="00910976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 и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>)</w:t>
      </w:r>
      <w:r w:rsidRPr="00910976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910976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0A6749" w:rsidRPr="004075B0" w:rsidRDefault="000A6749" w:rsidP="00510B4B">
      <w:pPr>
        <w:ind w:right="-851"/>
        <w:rPr>
          <w:sz w:val="22"/>
          <w:szCs w:val="22"/>
          <w:lang w:val="bg-BG"/>
        </w:rPr>
      </w:pPr>
    </w:p>
    <w:tbl>
      <w:tblPr>
        <w:tblW w:w="0" w:type="auto"/>
        <w:tblInd w:w="-106" w:type="dxa"/>
        <w:tblLook w:val="0000"/>
      </w:tblPr>
      <w:tblGrid>
        <w:gridCol w:w="4600"/>
        <w:gridCol w:w="4688"/>
      </w:tblGrid>
      <w:tr w:rsidR="000A6749" w:rsidRPr="004075B0">
        <w:trPr>
          <w:trHeight w:val="365"/>
        </w:trPr>
        <w:tc>
          <w:tcPr>
            <w:tcW w:w="4600" w:type="dxa"/>
            <w:vAlign w:val="center"/>
          </w:tcPr>
          <w:p w:rsidR="000A6749" w:rsidRPr="004075B0" w:rsidRDefault="000A6749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688" w:type="dxa"/>
          </w:tcPr>
          <w:p w:rsidR="000A6749" w:rsidRPr="004075B0" w:rsidRDefault="000A6749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0A6749" w:rsidRPr="004075B0">
        <w:trPr>
          <w:trHeight w:val="388"/>
        </w:trPr>
        <w:tc>
          <w:tcPr>
            <w:tcW w:w="4600" w:type="dxa"/>
            <w:vAlign w:val="center"/>
          </w:tcPr>
          <w:p w:rsidR="000A6749" w:rsidRPr="004075B0" w:rsidRDefault="000A6749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688" w:type="dxa"/>
          </w:tcPr>
          <w:p w:rsidR="000A6749" w:rsidRPr="004075B0" w:rsidRDefault="000A6749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0A6749" w:rsidRPr="004075B0">
        <w:trPr>
          <w:trHeight w:val="455"/>
        </w:trPr>
        <w:tc>
          <w:tcPr>
            <w:tcW w:w="4600" w:type="dxa"/>
            <w:vAlign w:val="center"/>
          </w:tcPr>
          <w:p w:rsidR="000A6749" w:rsidRPr="004075B0" w:rsidRDefault="000A6749" w:rsidP="00510B4B">
            <w:pPr>
              <w:ind w:right="-851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Подпис на упълномощеното лице</w:t>
            </w:r>
          </w:p>
        </w:tc>
        <w:tc>
          <w:tcPr>
            <w:tcW w:w="4688" w:type="dxa"/>
          </w:tcPr>
          <w:p w:rsidR="000A6749" w:rsidRPr="004075B0" w:rsidRDefault="000A6749" w:rsidP="00510B4B">
            <w:pPr>
              <w:ind w:right="-851"/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0A6749" w:rsidRPr="00510B4B" w:rsidRDefault="000A6749" w:rsidP="00DB4A7E"/>
    <w:sectPr w:rsidR="000A6749" w:rsidRPr="00510B4B" w:rsidSect="00D35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B4B"/>
    <w:rsid w:val="00006890"/>
    <w:rsid w:val="00050156"/>
    <w:rsid w:val="000852CC"/>
    <w:rsid w:val="000A181E"/>
    <w:rsid w:val="000A6749"/>
    <w:rsid w:val="001C4A45"/>
    <w:rsid w:val="00271980"/>
    <w:rsid w:val="002738B1"/>
    <w:rsid w:val="004075B0"/>
    <w:rsid w:val="00500918"/>
    <w:rsid w:val="00510B4B"/>
    <w:rsid w:val="0061262D"/>
    <w:rsid w:val="00627E1B"/>
    <w:rsid w:val="00690C93"/>
    <w:rsid w:val="006C4620"/>
    <w:rsid w:val="007067EB"/>
    <w:rsid w:val="00762E58"/>
    <w:rsid w:val="00793E00"/>
    <w:rsid w:val="008675EF"/>
    <w:rsid w:val="00910976"/>
    <w:rsid w:val="00924656"/>
    <w:rsid w:val="00A128FB"/>
    <w:rsid w:val="00AF7AD4"/>
    <w:rsid w:val="00B66E0D"/>
    <w:rsid w:val="00D24C0B"/>
    <w:rsid w:val="00D35347"/>
    <w:rsid w:val="00D45A05"/>
    <w:rsid w:val="00D6560A"/>
    <w:rsid w:val="00DB4A7E"/>
    <w:rsid w:val="00DD1C50"/>
    <w:rsid w:val="00DE2DEE"/>
    <w:rsid w:val="00E16B81"/>
    <w:rsid w:val="00E26BAC"/>
    <w:rsid w:val="00F169E2"/>
    <w:rsid w:val="00F9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62D"/>
    <w:rPr>
      <w:rFonts w:ascii="Times New Roman" w:eastAsia="Times New Roman" w:hAnsi="Times New Roman"/>
      <w:sz w:val="20"/>
      <w:szCs w:val="20"/>
      <w:lang w:val="en-US" w:eastAsia="en-US"/>
    </w:rPr>
  </w:style>
  <w:style w:type="character" w:default="1" w:styleId="DefaultParagraphFont">
    <w:name w:val="Default Paragraph Font"/>
    <w:link w:val="Char1Char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link w:val="DefaultParagraphFont"/>
    <w:uiPriority w:val="99"/>
    <w:rsid w:val="00DD1C50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775</Words>
  <Characters>4420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Draganova</dc:creator>
  <cp:keywords/>
  <dc:description/>
  <cp:lastModifiedBy>vganeva</cp:lastModifiedBy>
  <cp:revision>6</cp:revision>
  <dcterms:created xsi:type="dcterms:W3CDTF">2013-02-26T09:15:00Z</dcterms:created>
  <dcterms:modified xsi:type="dcterms:W3CDTF">2013-03-11T08:00:00Z</dcterms:modified>
</cp:coreProperties>
</file>